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01F7F2" w14:textId="77777777" w:rsidR="00C255E3" w:rsidRDefault="001F6944">
      <w:pPr>
        <w:rPr>
          <w:rFonts w:ascii="Calibri" w:hAnsi="Calibri"/>
        </w:rPr>
      </w:pPr>
      <w:r w:rsidRPr="001F6944">
        <w:rPr>
          <w:rFonts w:ascii="Calibri" w:hAnsi="Calibri"/>
        </w:rPr>
        <w:t xml:space="preserve">Name: </w:t>
      </w:r>
      <w:r w:rsidR="006D4284">
        <w:rPr>
          <w:rFonts w:ascii="Calibri" w:hAnsi="Calibri"/>
        </w:rPr>
        <w:t>_______________________________</w:t>
      </w:r>
      <w:r w:rsidR="006D4284">
        <w:rPr>
          <w:rFonts w:ascii="Calibri" w:hAnsi="Calibri"/>
        </w:rPr>
        <w:tab/>
      </w:r>
      <w:r>
        <w:rPr>
          <w:rFonts w:ascii="Calibri" w:hAnsi="Calibri"/>
        </w:rPr>
        <w:tab/>
        <w:t>Date: _____________</w:t>
      </w:r>
    </w:p>
    <w:p w14:paraId="0D91DAC8" w14:textId="77777777" w:rsidR="001F6944" w:rsidRDefault="006D4284" w:rsidP="001F6944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0F376B" wp14:editId="6CCDC249">
                <wp:simplePos x="0" y="0"/>
                <wp:positionH relativeFrom="column">
                  <wp:posOffset>5372100</wp:posOffset>
                </wp:positionH>
                <wp:positionV relativeFrom="paragraph">
                  <wp:posOffset>42545</wp:posOffset>
                </wp:positionV>
                <wp:extent cx="1257300" cy="1028700"/>
                <wp:effectExtent l="0" t="0" r="38100" b="381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1028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4436BE" w14:textId="77777777" w:rsidR="001F73FD" w:rsidRPr="006D4284" w:rsidRDefault="001F73FD" w:rsidP="001F73FD">
                            <w:pPr>
                              <w:jc w:val="center"/>
                              <w:rPr>
                                <w:rFonts w:ascii="Calibri" w:hAnsi="Calibri"/>
                                <w:i/>
                              </w:rPr>
                            </w:pPr>
                            <w:r w:rsidRPr="006D4284">
                              <w:rPr>
                                <w:rFonts w:ascii="Calibri" w:hAnsi="Calibri"/>
                                <w:i/>
                              </w:rPr>
                              <w:t>Complete sentences aren’t necessary, but complete ANSWERS are!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423pt;margin-top:3.35pt;width:99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" filled="f" strokecolor="black [3213]">
                <v:textbox>
                  <w:txbxContent>
                    <w:p w14:paraId="2C4436BE" w14:textId="77777777" w:rsidR="001F73FD" w:rsidRPr="006D4284" w:rsidRDefault="001F73FD" w:rsidP="001F73FD">
                      <w:pPr>
                        <w:jc w:val="center"/>
                        <w:rPr>
                          <w:rFonts w:ascii="Calibri" w:hAnsi="Calibri"/>
                          <w:i/>
                        </w:rPr>
                      </w:pPr>
                      <w:r w:rsidRPr="006D4284">
                        <w:rPr>
                          <w:rFonts w:ascii="Calibri" w:hAnsi="Calibri"/>
                          <w:i/>
                        </w:rPr>
                        <w:t>Complete sentences aren’t necessary, but complete ANSWERS are!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F82D24B" w14:textId="77777777" w:rsidR="001F6944" w:rsidRPr="001F6944" w:rsidRDefault="00A22DDD" w:rsidP="006D4284">
      <w:pPr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noProof/>
          <w:sz w:val="36"/>
          <w:szCs w:val="36"/>
        </w:rPr>
        <w:drawing>
          <wp:inline distT="0" distB="0" distL="0" distR="0" wp14:anchorId="2CA35020" wp14:editId="10459ACB">
            <wp:extent cx="3826442" cy="820478"/>
            <wp:effectExtent l="0" t="0" r="9525" b="0"/>
            <wp:docPr id="1" name="Picture 1" descr="Macintosh HD:private:var:folders:x1:4sf3th8916b275n09vkrhvg40000gn:T:TemporaryItems:mythbusters_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x1:4sf3th8916b275n09vkrhvg40000gn:T:TemporaryItems:mythbusters_larg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8353" cy="820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b/>
          <w:noProof/>
          <w:sz w:val="36"/>
          <w:szCs w:val="36"/>
        </w:rPr>
        <w:drawing>
          <wp:inline distT="0" distB="0" distL="0" distR="0" wp14:anchorId="595015F1" wp14:editId="7066A13B">
            <wp:extent cx="1309255" cy="778660"/>
            <wp:effectExtent l="0" t="0" r="12065" b="8890"/>
            <wp:docPr id="2" name="Picture 2" descr="Macintosh HD:private:var:folders:x1:4sf3th8916b275n09vkrhvg40000gn:T:TemporaryItems:breakingbad_score_thumb_374x2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private:var:folders:x1:4sf3th8916b275n09vkrhvg40000gn:T:TemporaryItems:breakingbad_score_thumb_374x22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255" cy="77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CA6475" w14:textId="77777777" w:rsidR="001F6944" w:rsidRDefault="001F6944" w:rsidP="001F6944">
      <w:pPr>
        <w:rPr>
          <w:rFonts w:ascii="Calibri" w:hAnsi="Calibri"/>
        </w:rPr>
      </w:pPr>
    </w:p>
    <w:p w14:paraId="177CB4D9" w14:textId="77777777" w:rsidR="00A22DDD" w:rsidRPr="006D4284" w:rsidRDefault="00A22DDD" w:rsidP="001F6944">
      <w:pPr>
        <w:rPr>
          <w:rFonts w:ascii="Calibri" w:hAnsi="Calibri"/>
          <w:b/>
          <w:sz w:val="32"/>
          <w:szCs w:val="32"/>
        </w:rPr>
      </w:pPr>
      <w:r w:rsidRPr="006D4284">
        <w:rPr>
          <w:rFonts w:ascii="Calibri" w:hAnsi="Calibri"/>
          <w:b/>
          <w:sz w:val="32"/>
          <w:szCs w:val="32"/>
        </w:rPr>
        <w:t>Rub-A-Dub-Dub, Acid Eats Through a Tub</w:t>
      </w:r>
    </w:p>
    <w:p w14:paraId="2632A23B" w14:textId="77777777" w:rsidR="00A22DDD" w:rsidRPr="006D4284" w:rsidRDefault="00A22DDD" w:rsidP="001F6944">
      <w:pPr>
        <w:rPr>
          <w:rFonts w:ascii="Calibri" w:hAnsi="Calibri"/>
          <w:sz w:val="28"/>
          <w:szCs w:val="28"/>
        </w:rPr>
      </w:pPr>
      <w:r w:rsidRPr="006D4284">
        <w:rPr>
          <w:rFonts w:ascii="Calibri" w:hAnsi="Calibri"/>
          <w:sz w:val="28"/>
          <w:szCs w:val="28"/>
        </w:rPr>
        <w:t>Can you dissolve through a bath, floor, and ceiling just by filling up the tub with hydrofluoric acid (HF)?</w:t>
      </w:r>
    </w:p>
    <w:p w14:paraId="7F866A27" w14:textId="77777777" w:rsidR="00A22DDD" w:rsidRDefault="00A22DDD" w:rsidP="001F6944">
      <w:pPr>
        <w:rPr>
          <w:rFonts w:ascii="Calibri" w:hAnsi="Calibri"/>
        </w:rPr>
      </w:pPr>
    </w:p>
    <w:p w14:paraId="62A34743" w14:textId="77777777" w:rsidR="00A22DDD" w:rsidRPr="00A22DDD" w:rsidRDefault="00A22DDD" w:rsidP="00A22DDD">
      <w:pPr>
        <w:pStyle w:val="ListParagraph"/>
        <w:numPr>
          <w:ilvl w:val="0"/>
          <w:numId w:val="1"/>
        </w:numPr>
        <w:rPr>
          <w:rFonts w:ascii="Calibri" w:hAnsi="Calibri"/>
        </w:rPr>
      </w:pPr>
      <w:r w:rsidRPr="00A22DDD">
        <w:rPr>
          <w:rFonts w:ascii="Calibri" w:hAnsi="Calibri"/>
        </w:rPr>
        <w:t xml:space="preserve">Which safety precautions do </w:t>
      </w:r>
      <w:r w:rsidR="007C401A">
        <w:rPr>
          <w:rFonts w:ascii="Calibri" w:hAnsi="Calibri"/>
        </w:rPr>
        <w:t>Jamie and Adam need to take while working with hydrofluoric acid?</w:t>
      </w:r>
    </w:p>
    <w:p w14:paraId="2CF1C12A" w14:textId="77777777" w:rsidR="00A22DDD" w:rsidRDefault="00A22DDD" w:rsidP="001F6944">
      <w:pPr>
        <w:rPr>
          <w:rFonts w:ascii="Calibri" w:hAnsi="Calibri"/>
        </w:rPr>
      </w:pPr>
    </w:p>
    <w:p w14:paraId="518C2A58" w14:textId="77777777" w:rsidR="007C401A" w:rsidRDefault="007C401A" w:rsidP="001F6944">
      <w:pPr>
        <w:rPr>
          <w:rFonts w:ascii="Calibri" w:hAnsi="Calibri"/>
        </w:rPr>
      </w:pPr>
    </w:p>
    <w:p w14:paraId="094153C1" w14:textId="77777777" w:rsidR="007C401A" w:rsidRDefault="007C401A" w:rsidP="001F6944">
      <w:pPr>
        <w:rPr>
          <w:rFonts w:ascii="Calibri" w:hAnsi="Calibri"/>
        </w:rPr>
      </w:pPr>
    </w:p>
    <w:p w14:paraId="2A36C82A" w14:textId="77777777" w:rsidR="00A22DDD" w:rsidRDefault="00A22DDD" w:rsidP="001F6944">
      <w:pPr>
        <w:rPr>
          <w:rFonts w:ascii="Calibri" w:hAnsi="Calibri"/>
        </w:rPr>
      </w:pPr>
    </w:p>
    <w:p w14:paraId="12A9BDD1" w14:textId="77777777" w:rsidR="00A22DDD" w:rsidRPr="007C401A" w:rsidRDefault="00A22DDD" w:rsidP="007C401A">
      <w:pPr>
        <w:pStyle w:val="ListParagraph"/>
        <w:numPr>
          <w:ilvl w:val="0"/>
          <w:numId w:val="1"/>
        </w:numPr>
        <w:rPr>
          <w:rFonts w:ascii="Calibri" w:hAnsi="Calibri"/>
        </w:rPr>
      </w:pPr>
      <w:r w:rsidRPr="007C401A">
        <w:rPr>
          <w:rFonts w:ascii="Calibri" w:hAnsi="Calibri"/>
        </w:rPr>
        <w:t xml:space="preserve">What happens when </w:t>
      </w:r>
      <w:r w:rsidR="007C401A" w:rsidRPr="007C401A">
        <w:rPr>
          <w:rFonts w:ascii="Calibri" w:hAnsi="Calibri"/>
        </w:rPr>
        <w:t>Jamie and Adam</w:t>
      </w:r>
      <w:r w:rsidRPr="007C401A">
        <w:rPr>
          <w:rFonts w:ascii="Calibri" w:hAnsi="Calibri"/>
        </w:rPr>
        <w:t xml:space="preserve"> add 100mL hydrofluoric acid to the ceramic, linoleum, drywall, steel, wood, iron, and meat samples</w:t>
      </w:r>
      <w:r w:rsidR="006D4284">
        <w:rPr>
          <w:rFonts w:ascii="Calibri" w:hAnsi="Calibri"/>
        </w:rPr>
        <w:t xml:space="preserve"> in the lab</w:t>
      </w:r>
      <w:r w:rsidRPr="007C401A">
        <w:rPr>
          <w:rFonts w:ascii="Calibri" w:hAnsi="Calibri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A22DDD" w14:paraId="7284DBB9" w14:textId="77777777" w:rsidTr="00A22DDD">
        <w:tc>
          <w:tcPr>
            <w:tcW w:w="1908" w:type="dxa"/>
          </w:tcPr>
          <w:p w14:paraId="14E3A424" w14:textId="77777777" w:rsidR="00A22DDD" w:rsidRPr="00A22DDD" w:rsidRDefault="00A22DDD" w:rsidP="001F6944">
            <w:pPr>
              <w:rPr>
                <w:rFonts w:ascii="Calibri" w:hAnsi="Calibri"/>
                <w:b/>
              </w:rPr>
            </w:pPr>
            <w:r w:rsidRPr="00A22DDD">
              <w:rPr>
                <w:rFonts w:ascii="Calibri" w:hAnsi="Calibri"/>
                <w:b/>
              </w:rPr>
              <w:t>Type of Material</w:t>
            </w:r>
          </w:p>
        </w:tc>
        <w:tc>
          <w:tcPr>
            <w:tcW w:w="7668" w:type="dxa"/>
          </w:tcPr>
          <w:p w14:paraId="7C1CA8CE" w14:textId="77777777" w:rsidR="00A22DDD" w:rsidRPr="00A22DDD" w:rsidRDefault="00A22DDD" w:rsidP="001F6944">
            <w:pPr>
              <w:rPr>
                <w:rFonts w:ascii="Calibri" w:hAnsi="Calibri"/>
                <w:b/>
              </w:rPr>
            </w:pPr>
            <w:r w:rsidRPr="00A22DDD">
              <w:rPr>
                <w:rFonts w:ascii="Calibri" w:hAnsi="Calibri"/>
                <w:b/>
              </w:rPr>
              <w:t>What happened?</w:t>
            </w:r>
          </w:p>
        </w:tc>
      </w:tr>
      <w:tr w:rsidR="00A22DDD" w14:paraId="5A83201F" w14:textId="77777777" w:rsidTr="007C401A">
        <w:trPr>
          <w:trHeight w:val="1119"/>
        </w:trPr>
        <w:tc>
          <w:tcPr>
            <w:tcW w:w="1908" w:type="dxa"/>
          </w:tcPr>
          <w:p w14:paraId="6DEE2FD5" w14:textId="77777777" w:rsidR="00A22DDD" w:rsidRDefault="00A22DDD" w:rsidP="001F694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Ceramic</w:t>
            </w:r>
          </w:p>
        </w:tc>
        <w:tc>
          <w:tcPr>
            <w:tcW w:w="7668" w:type="dxa"/>
          </w:tcPr>
          <w:p w14:paraId="65ADE04F" w14:textId="77777777" w:rsidR="00A22DDD" w:rsidRDefault="00A22DDD" w:rsidP="00A22DDD">
            <w:pPr>
              <w:spacing w:line="480" w:lineRule="auto"/>
              <w:rPr>
                <w:rFonts w:ascii="Calibri" w:hAnsi="Calibri"/>
              </w:rPr>
            </w:pPr>
          </w:p>
        </w:tc>
      </w:tr>
      <w:tr w:rsidR="00A22DDD" w14:paraId="4767888C" w14:textId="77777777" w:rsidTr="007C401A">
        <w:trPr>
          <w:trHeight w:val="1119"/>
        </w:trPr>
        <w:tc>
          <w:tcPr>
            <w:tcW w:w="1908" w:type="dxa"/>
          </w:tcPr>
          <w:p w14:paraId="737434E7" w14:textId="77777777" w:rsidR="00A22DDD" w:rsidRDefault="00A22DDD" w:rsidP="001F694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Linoleum</w:t>
            </w:r>
          </w:p>
        </w:tc>
        <w:tc>
          <w:tcPr>
            <w:tcW w:w="7668" w:type="dxa"/>
          </w:tcPr>
          <w:p w14:paraId="4C1E747C" w14:textId="77777777" w:rsidR="00A22DDD" w:rsidRDefault="00A22DDD" w:rsidP="00A22DDD">
            <w:pPr>
              <w:spacing w:line="480" w:lineRule="auto"/>
              <w:rPr>
                <w:rFonts w:ascii="Calibri" w:hAnsi="Calibri"/>
              </w:rPr>
            </w:pPr>
          </w:p>
        </w:tc>
      </w:tr>
      <w:tr w:rsidR="00A22DDD" w14:paraId="13EA360E" w14:textId="77777777" w:rsidTr="007C401A">
        <w:trPr>
          <w:trHeight w:val="1119"/>
        </w:trPr>
        <w:tc>
          <w:tcPr>
            <w:tcW w:w="1908" w:type="dxa"/>
          </w:tcPr>
          <w:p w14:paraId="69EE31FB" w14:textId="77777777" w:rsidR="00A22DDD" w:rsidRDefault="00A22DDD" w:rsidP="001F694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Drywall</w:t>
            </w:r>
          </w:p>
        </w:tc>
        <w:tc>
          <w:tcPr>
            <w:tcW w:w="7668" w:type="dxa"/>
          </w:tcPr>
          <w:p w14:paraId="72006331" w14:textId="77777777" w:rsidR="00A22DDD" w:rsidRDefault="00A22DDD" w:rsidP="00A22DDD">
            <w:pPr>
              <w:spacing w:line="480" w:lineRule="auto"/>
              <w:rPr>
                <w:rFonts w:ascii="Calibri" w:hAnsi="Calibri"/>
              </w:rPr>
            </w:pPr>
          </w:p>
        </w:tc>
      </w:tr>
      <w:tr w:rsidR="00A22DDD" w14:paraId="03950EE2" w14:textId="77777777" w:rsidTr="007C401A">
        <w:trPr>
          <w:trHeight w:val="1119"/>
        </w:trPr>
        <w:tc>
          <w:tcPr>
            <w:tcW w:w="1908" w:type="dxa"/>
          </w:tcPr>
          <w:p w14:paraId="1B287641" w14:textId="77777777" w:rsidR="00A22DDD" w:rsidRDefault="00A22DDD" w:rsidP="001F694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Steel</w:t>
            </w:r>
          </w:p>
        </w:tc>
        <w:tc>
          <w:tcPr>
            <w:tcW w:w="7668" w:type="dxa"/>
          </w:tcPr>
          <w:p w14:paraId="7A4D53CE" w14:textId="77777777" w:rsidR="00A22DDD" w:rsidRDefault="00A22DDD" w:rsidP="00A22DDD">
            <w:pPr>
              <w:spacing w:line="480" w:lineRule="auto"/>
              <w:rPr>
                <w:rFonts w:ascii="Calibri" w:hAnsi="Calibri"/>
              </w:rPr>
            </w:pPr>
          </w:p>
        </w:tc>
      </w:tr>
      <w:tr w:rsidR="00A22DDD" w14:paraId="3A7F8B9D" w14:textId="77777777" w:rsidTr="007C401A">
        <w:trPr>
          <w:trHeight w:val="1119"/>
        </w:trPr>
        <w:tc>
          <w:tcPr>
            <w:tcW w:w="1908" w:type="dxa"/>
          </w:tcPr>
          <w:p w14:paraId="0868B01F" w14:textId="77777777" w:rsidR="00A22DDD" w:rsidRDefault="00A22DDD" w:rsidP="001F694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Wood</w:t>
            </w:r>
          </w:p>
        </w:tc>
        <w:tc>
          <w:tcPr>
            <w:tcW w:w="7668" w:type="dxa"/>
          </w:tcPr>
          <w:p w14:paraId="33395BB2" w14:textId="77777777" w:rsidR="00A22DDD" w:rsidRDefault="00A22DDD" w:rsidP="00A22DDD">
            <w:pPr>
              <w:spacing w:line="480" w:lineRule="auto"/>
              <w:rPr>
                <w:rFonts w:ascii="Calibri" w:hAnsi="Calibri"/>
              </w:rPr>
            </w:pPr>
          </w:p>
        </w:tc>
      </w:tr>
      <w:tr w:rsidR="00A22DDD" w14:paraId="3971945B" w14:textId="77777777" w:rsidTr="007C401A">
        <w:trPr>
          <w:trHeight w:val="1119"/>
        </w:trPr>
        <w:tc>
          <w:tcPr>
            <w:tcW w:w="1908" w:type="dxa"/>
          </w:tcPr>
          <w:p w14:paraId="4A1BD89B" w14:textId="77777777" w:rsidR="00A22DDD" w:rsidRDefault="00A22DDD" w:rsidP="001F694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Iron</w:t>
            </w:r>
          </w:p>
        </w:tc>
        <w:tc>
          <w:tcPr>
            <w:tcW w:w="7668" w:type="dxa"/>
          </w:tcPr>
          <w:p w14:paraId="29519298" w14:textId="77777777" w:rsidR="00A22DDD" w:rsidRDefault="00A22DDD" w:rsidP="00A22DDD">
            <w:pPr>
              <w:spacing w:line="480" w:lineRule="auto"/>
              <w:rPr>
                <w:rFonts w:ascii="Calibri" w:hAnsi="Calibri"/>
              </w:rPr>
            </w:pPr>
          </w:p>
        </w:tc>
      </w:tr>
      <w:tr w:rsidR="00A22DDD" w14:paraId="0D135D75" w14:textId="77777777" w:rsidTr="006D4284">
        <w:trPr>
          <w:trHeight w:val="980"/>
        </w:trPr>
        <w:tc>
          <w:tcPr>
            <w:tcW w:w="1908" w:type="dxa"/>
          </w:tcPr>
          <w:p w14:paraId="5555374E" w14:textId="77777777" w:rsidR="00A22DDD" w:rsidRDefault="00A22DDD" w:rsidP="001F694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Pig meat</w:t>
            </w:r>
          </w:p>
        </w:tc>
        <w:tc>
          <w:tcPr>
            <w:tcW w:w="7668" w:type="dxa"/>
          </w:tcPr>
          <w:p w14:paraId="413799C8" w14:textId="77777777" w:rsidR="00A22DDD" w:rsidRDefault="00A22DDD" w:rsidP="00A22DDD">
            <w:pPr>
              <w:spacing w:line="480" w:lineRule="auto"/>
              <w:rPr>
                <w:rFonts w:ascii="Calibri" w:hAnsi="Calibri"/>
              </w:rPr>
            </w:pPr>
          </w:p>
        </w:tc>
      </w:tr>
    </w:tbl>
    <w:p w14:paraId="3AF51624" w14:textId="77777777" w:rsidR="007C401A" w:rsidRDefault="007C401A" w:rsidP="007C401A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List some examples of </w:t>
      </w:r>
      <w:r w:rsidRPr="007C401A">
        <w:rPr>
          <w:rFonts w:ascii="Calibri" w:hAnsi="Calibri"/>
          <w:b/>
          <w:u w:val="single"/>
        </w:rPr>
        <w:t>halogens</w:t>
      </w:r>
      <w:r>
        <w:rPr>
          <w:rFonts w:ascii="Calibri" w:hAnsi="Calibri"/>
        </w:rPr>
        <w:t xml:space="preserve"> and </w:t>
      </w:r>
      <w:r w:rsidR="001B7771">
        <w:rPr>
          <w:rFonts w:ascii="Calibri" w:hAnsi="Calibri"/>
        </w:rPr>
        <w:t>explain what/where they are</w:t>
      </w:r>
      <w:r>
        <w:rPr>
          <w:rFonts w:ascii="Calibri" w:hAnsi="Calibri"/>
        </w:rPr>
        <w:t>.</w:t>
      </w:r>
    </w:p>
    <w:p w14:paraId="675F253D" w14:textId="77777777" w:rsidR="007C401A" w:rsidRDefault="007C401A" w:rsidP="007C401A">
      <w:pPr>
        <w:rPr>
          <w:rFonts w:ascii="Calibri" w:hAnsi="Calibri"/>
        </w:rPr>
      </w:pPr>
    </w:p>
    <w:p w14:paraId="48247DE9" w14:textId="77777777" w:rsidR="007C401A" w:rsidRDefault="007C401A" w:rsidP="007C401A">
      <w:pPr>
        <w:rPr>
          <w:rFonts w:ascii="Calibri" w:hAnsi="Calibri"/>
        </w:rPr>
      </w:pPr>
    </w:p>
    <w:p w14:paraId="32BA6602" w14:textId="77777777" w:rsidR="00016954" w:rsidRDefault="00016954" w:rsidP="007C401A">
      <w:pPr>
        <w:rPr>
          <w:rFonts w:ascii="Calibri" w:hAnsi="Calibri"/>
        </w:rPr>
      </w:pPr>
    </w:p>
    <w:p w14:paraId="33E81805" w14:textId="77777777" w:rsidR="00016954" w:rsidRDefault="00016954" w:rsidP="007C401A">
      <w:pPr>
        <w:rPr>
          <w:rFonts w:ascii="Calibri" w:hAnsi="Calibri"/>
        </w:rPr>
      </w:pPr>
    </w:p>
    <w:p w14:paraId="69EE419E" w14:textId="77777777" w:rsidR="00016954" w:rsidRDefault="00016954" w:rsidP="007C401A">
      <w:pPr>
        <w:rPr>
          <w:rFonts w:ascii="Calibri" w:hAnsi="Calibri"/>
        </w:rPr>
      </w:pPr>
    </w:p>
    <w:p w14:paraId="3AFF2AF0" w14:textId="77777777" w:rsidR="007C401A" w:rsidRDefault="007C401A" w:rsidP="007C401A">
      <w:pPr>
        <w:rPr>
          <w:rFonts w:ascii="Calibri" w:hAnsi="Calibri"/>
        </w:rPr>
      </w:pPr>
    </w:p>
    <w:p w14:paraId="6A1F041D" w14:textId="77777777" w:rsidR="007C401A" w:rsidRDefault="007C401A" w:rsidP="007C401A">
      <w:pPr>
        <w:rPr>
          <w:rFonts w:ascii="Calibri" w:hAnsi="Calibri"/>
        </w:rPr>
      </w:pPr>
    </w:p>
    <w:p w14:paraId="42EDBEF3" w14:textId="77777777" w:rsidR="007C401A" w:rsidRDefault="007C401A" w:rsidP="007C401A">
      <w:pPr>
        <w:rPr>
          <w:rFonts w:ascii="Calibri" w:hAnsi="Calibri"/>
        </w:rPr>
      </w:pPr>
    </w:p>
    <w:p w14:paraId="35C35821" w14:textId="77777777" w:rsidR="007C401A" w:rsidRPr="007C401A" w:rsidRDefault="007C401A" w:rsidP="007C401A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Acids are corrosive because they release hydrogen atoms when they react with other substances. Why is hydrofluoric acid less corrosive than you might think?</w:t>
      </w:r>
    </w:p>
    <w:p w14:paraId="2218BA63" w14:textId="77777777" w:rsidR="007C401A" w:rsidRDefault="007C401A" w:rsidP="00A22DDD">
      <w:pPr>
        <w:rPr>
          <w:rFonts w:ascii="Calibri" w:hAnsi="Calibri"/>
          <w:b/>
          <w:sz w:val="28"/>
          <w:szCs w:val="28"/>
        </w:rPr>
      </w:pPr>
    </w:p>
    <w:p w14:paraId="29B33DFC" w14:textId="77777777" w:rsidR="007C401A" w:rsidRDefault="007C401A" w:rsidP="00A22DDD">
      <w:pPr>
        <w:rPr>
          <w:rFonts w:ascii="Calibri" w:hAnsi="Calibri"/>
          <w:b/>
          <w:sz w:val="28"/>
          <w:szCs w:val="28"/>
        </w:rPr>
      </w:pPr>
    </w:p>
    <w:p w14:paraId="5C5DB41A" w14:textId="77777777" w:rsidR="007C401A" w:rsidRPr="007C401A" w:rsidRDefault="007C401A" w:rsidP="00A22DDD">
      <w:pPr>
        <w:rPr>
          <w:rFonts w:ascii="Calibri" w:hAnsi="Calibri"/>
        </w:rPr>
      </w:pPr>
    </w:p>
    <w:p w14:paraId="11D33532" w14:textId="77777777" w:rsidR="007C401A" w:rsidRDefault="007C401A" w:rsidP="00A22DDD">
      <w:pPr>
        <w:rPr>
          <w:rFonts w:ascii="Calibri" w:hAnsi="Calibri"/>
        </w:rPr>
      </w:pPr>
    </w:p>
    <w:p w14:paraId="15723640" w14:textId="77777777" w:rsidR="00016954" w:rsidRDefault="00016954" w:rsidP="00A22DDD">
      <w:pPr>
        <w:rPr>
          <w:rFonts w:ascii="Calibri" w:hAnsi="Calibri"/>
        </w:rPr>
      </w:pPr>
    </w:p>
    <w:p w14:paraId="5997EE45" w14:textId="77777777" w:rsidR="00016954" w:rsidRDefault="00016954" w:rsidP="00A22DDD">
      <w:pPr>
        <w:rPr>
          <w:rFonts w:ascii="Calibri" w:hAnsi="Calibri"/>
        </w:rPr>
      </w:pPr>
    </w:p>
    <w:p w14:paraId="349CAFAC" w14:textId="77777777" w:rsidR="00016954" w:rsidRDefault="00016954" w:rsidP="00A22DDD">
      <w:pPr>
        <w:rPr>
          <w:rFonts w:ascii="Calibri" w:hAnsi="Calibri"/>
        </w:rPr>
      </w:pPr>
    </w:p>
    <w:p w14:paraId="7A0C34D2" w14:textId="77777777" w:rsidR="00016954" w:rsidRDefault="00016954" w:rsidP="00A22DDD">
      <w:pPr>
        <w:rPr>
          <w:rFonts w:ascii="Calibri" w:hAnsi="Calibri"/>
        </w:rPr>
      </w:pPr>
    </w:p>
    <w:p w14:paraId="4153463D" w14:textId="77777777" w:rsidR="00016954" w:rsidRPr="007C401A" w:rsidRDefault="00016954" w:rsidP="00A22DDD">
      <w:pPr>
        <w:rPr>
          <w:rFonts w:ascii="Calibri" w:hAnsi="Calibri"/>
        </w:rPr>
      </w:pPr>
    </w:p>
    <w:p w14:paraId="6EAC7A48" w14:textId="77777777" w:rsidR="007C401A" w:rsidRPr="007C401A" w:rsidRDefault="007C401A" w:rsidP="00A22DDD">
      <w:pPr>
        <w:rPr>
          <w:rFonts w:ascii="Calibri" w:hAnsi="Calibri"/>
        </w:rPr>
      </w:pPr>
    </w:p>
    <w:p w14:paraId="69DC020E" w14:textId="77777777" w:rsidR="007C401A" w:rsidRDefault="007C401A" w:rsidP="007C401A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What hap</w:t>
      </w:r>
      <w:r w:rsidR="006D4284">
        <w:rPr>
          <w:rFonts w:ascii="Calibri" w:hAnsi="Calibri"/>
        </w:rPr>
        <w:t>pens when Adam and Jamie add sulfuric acid and “special sauce” to the pig in the bathtub?</w:t>
      </w:r>
    </w:p>
    <w:p w14:paraId="3847D47D" w14:textId="77777777" w:rsidR="006D4284" w:rsidRDefault="006D4284" w:rsidP="006D4284">
      <w:pPr>
        <w:rPr>
          <w:rFonts w:ascii="Calibri" w:hAnsi="Calibri"/>
        </w:rPr>
      </w:pPr>
    </w:p>
    <w:p w14:paraId="36AF8D7D" w14:textId="77777777" w:rsidR="006D4284" w:rsidRDefault="006D4284" w:rsidP="006D4284">
      <w:pPr>
        <w:rPr>
          <w:rFonts w:ascii="Calibri" w:hAnsi="Calibri"/>
        </w:rPr>
      </w:pPr>
    </w:p>
    <w:p w14:paraId="07D3B23B" w14:textId="77777777" w:rsidR="006D4284" w:rsidRDefault="006D4284" w:rsidP="006D4284">
      <w:pPr>
        <w:rPr>
          <w:rFonts w:ascii="Calibri" w:hAnsi="Calibri"/>
        </w:rPr>
      </w:pPr>
    </w:p>
    <w:p w14:paraId="5F692F4A" w14:textId="77777777" w:rsidR="006D4284" w:rsidRDefault="006D4284" w:rsidP="006D4284">
      <w:pPr>
        <w:rPr>
          <w:rFonts w:ascii="Calibri" w:hAnsi="Calibri"/>
        </w:rPr>
      </w:pPr>
    </w:p>
    <w:p w14:paraId="61480A04" w14:textId="77777777" w:rsidR="006D4284" w:rsidRDefault="006D4284" w:rsidP="006D4284">
      <w:pPr>
        <w:rPr>
          <w:rFonts w:ascii="Calibri" w:hAnsi="Calibri"/>
        </w:rPr>
      </w:pPr>
    </w:p>
    <w:p w14:paraId="23B51704" w14:textId="77777777" w:rsidR="006D4284" w:rsidRDefault="006D4284" w:rsidP="006D4284">
      <w:pPr>
        <w:rPr>
          <w:rFonts w:ascii="Calibri" w:hAnsi="Calibri"/>
        </w:rPr>
      </w:pPr>
    </w:p>
    <w:p w14:paraId="67FBD0AB" w14:textId="77777777" w:rsidR="00016954" w:rsidRDefault="00016954" w:rsidP="006D4284">
      <w:pPr>
        <w:rPr>
          <w:rFonts w:ascii="Calibri" w:hAnsi="Calibri"/>
        </w:rPr>
      </w:pPr>
    </w:p>
    <w:p w14:paraId="42812D2D" w14:textId="77777777" w:rsidR="00016954" w:rsidRDefault="00016954" w:rsidP="006D4284">
      <w:pPr>
        <w:rPr>
          <w:rFonts w:ascii="Calibri" w:hAnsi="Calibri"/>
        </w:rPr>
      </w:pPr>
    </w:p>
    <w:p w14:paraId="70AEF741" w14:textId="77777777" w:rsidR="00016954" w:rsidRDefault="00016954" w:rsidP="006D4284">
      <w:pPr>
        <w:rPr>
          <w:rFonts w:ascii="Calibri" w:hAnsi="Calibri"/>
        </w:rPr>
      </w:pPr>
    </w:p>
    <w:p w14:paraId="475C2CAB" w14:textId="77777777" w:rsidR="00016954" w:rsidRDefault="00016954" w:rsidP="006D4284">
      <w:pPr>
        <w:rPr>
          <w:rFonts w:ascii="Calibri" w:hAnsi="Calibri"/>
        </w:rPr>
      </w:pPr>
    </w:p>
    <w:p w14:paraId="362A725D" w14:textId="77777777" w:rsidR="00016954" w:rsidRDefault="00016954" w:rsidP="006D4284">
      <w:pPr>
        <w:rPr>
          <w:rFonts w:ascii="Calibri" w:hAnsi="Calibri"/>
        </w:rPr>
      </w:pPr>
    </w:p>
    <w:p w14:paraId="7540CCF1" w14:textId="77777777" w:rsidR="006D4284" w:rsidRDefault="006D4284" w:rsidP="006D4284">
      <w:pPr>
        <w:rPr>
          <w:rFonts w:ascii="Calibri" w:hAnsi="Calibri"/>
        </w:rPr>
      </w:pPr>
    </w:p>
    <w:p w14:paraId="5E0572BA" w14:textId="5C4E52B4" w:rsidR="007C401A" w:rsidRPr="00EB376D" w:rsidRDefault="00EB376D" w:rsidP="00EB376D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 xml:space="preserve">Complete the claim/evidence/reasoning chart on the next page. Feel free to write your response on a separate sheet of paper instead. </w:t>
      </w:r>
    </w:p>
    <w:p w14:paraId="55FE5053" w14:textId="77777777" w:rsidR="00EB376D" w:rsidRDefault="00EB376D" w:rsidP="00EB376D">
      <w:pPr>
        <w:rPr>
          <w:rFonts w:ascii="Calibri" w:hAnsi="Calibri"/>
        </w:rPr>
      </w:pPr>
    </w:p>
    <w:p w14:paraId="185C5AE5" w14:textId="77777777" w:rsidR="00EB376D" w:rsidRDefault="00EB376D" w:rsidP="00EB376D">
      <w:pPr>
        <w:rPr>
          <w:rFonts w:ascii="Calibri" w:hAnsi="Calibri"/>
        </w:rPr>
      </w:pPr>
    </w:p>
    <w:p w14:paraId="2A17B565" w14:textId="77777777" w:rsidR="00EB376D" w:rsidRDefault="00EB376D" w:rsidP="00EB376D">
      <w:pPr>
        <w:rPr>
          <w:rFonts w:ascii="Calibri" w:hAnsi="Calibri"/>
        </w:rPr>
      </w:pPr>
    </w:p>
    <w:p w14:paraId="6A96B1FD" w14:textId="77777777" w:rsidR="00EB376D" w:rsidRDefault="00EB376D" w:rsidP="00EB376D">
      <w:pPr>
        <w:rPr>
          <w:rFonts w:ascii="Calibri" w:hAnsi="Calibri"/>
        </w:rPr>
      </w:pPr>
    </w:p>
    <w:p w14:paraId="32372FFF" w14:textId="77777777" w:rsidR="00EB376D" w:rsidRDefault="00EB376D" w:rsidP="00EB376D">
      <w:pPr>
        <w:rPr>
          <w:rFonts w:ascii="Calibri" w:hAnsi="Calibri"/>
        </w:rPr>
      </w:pPr>
    </w:p>
    <w:p w14:paraId="0A39117F" w14:textId="77777777" w:rsidR="00EB376D" w:rsidRDefault="00EB376D" w:rsidP="00EB376D">
      <w:pPr>
        <w:rPr>
          <w:rFonts w:ascii="Calibri" w:hAnsi="Calibri"/>
        </w:rPr>
      </w:pPr>
    </w:p>
    <w:p w14:paraId="4A60F008" w14:textId="77777777" w:rsidR="00EB376D" w:rsidRDefault="00EB376D" w:rsidP="00EB376D">
      <w:pPr>
        <w:rPr>
          <w:rFonts w:ascii="Calibri" w:hAnsi="Calibri"/>
        </w:rPr>
      </w:pPr>
    </w:p>
    <w:p w14:paraId="03E533E8" w14:textId="77777777" w:rsidR="00EB376D" w:rsidRDefault="00EB376D" w:rsidP="00EB376D">
      <w:pPr>
        <w:rPr>
          <w:rFonts w:ascii="Calibri" w:hAnsi="Calibri"/>
        </w:rPr>
      </w:pPr>
      <w:bookmarkStart w:id="0" w:name="_GoBack"/>
      <w:bookmarkEnd w:id="0"/>
    </w:p>
    <w:p w14:paraId="0B050C53" w14:textId="77777777" w:rsidR="00EB376D" w:rsidRDefault="00EB376D" w:rsidP="00EB376D">
      <w:pPr>
        <w:rPr>
          <w:rFonts w:ascii="Calibri" w:hAnsi="Calibri"/>
        </w:rPr>
      </w:pPr>
    </w:p>
    <w:p w14:paraId="5BB672BD" w14:textId="77777777" w:rsidR="00EB376D" w:rsidRDefault="00EB376D" w:rsidP="00EB376D">
      <w:pPr>
        <w:rPr>
          <w:rFonts w:ascii="Calibri" w:hAnsi="Calibri"/>
        </w:rPr>
      </w:pPr>
    </w:p>
    <w:p w14:paraId="015CAB69" w14:textId="77777777" w:rsidR="00EB376D" w:rsidRDefault="00EB376D" w:rsidP="00EB376D">
      <w:pPr>
        <w:rPr>
          <w:rFonts w:ascii="Calibri" w:hAnsi="Calibri"/>
        </w:rPr>
      </w:pPr>
    </w:p>
    <w:p w14:paraId="3AE09EDF" w14:textId="1A10E9D0" w:rsidR="00EB376D" w:rsidRPr="00EB376D" w:rsidRDefault="00EB376D" w:rsidP="00EB376D">
      <w:pPr>
        <w:rPr>
          <w:rFonts w:ascii="Calibri" w:hAnsi="Calibri" w:cs="Times New Roman"/>
          <w:sz w:val="28"/>
        </w:rPr>
      </w:pPr>
      <w:r w:rsidRPr="00EB376D">
        <w:rPr>
          <w:rFonts w:ascii="Calibri" w:hAnsi="Calibri" w:cs="Arial"/>
          <w:b/>
          <w:bCs/>
          <w:color w:val="000000"/>
          <w:szCs w:val="22"/>
        </w:rPr>
        <w:t xml:space="preserve">Question: </w:t>
      </w:r>
      <w:r w:rsidRPr="00EB376D">
        <w:rPr>
          <w:rFonts w:ascii="Calibri" w:hAnsi="Calibri" w:cs="Arial"/>
          <w:b/>
          <w:bCs/>
          <w:color w:val="000000"/>
          <w:szCs w:val="22"/>
        </w:rPr>
        <w:t xml:space="preserve">Does Breaking Bad accurately portray the properties of hydrofluoric acid? </w:t>
      </w:r>
    </w:p>
    <w:p w14:paraId="563BA023" w14:textId="77777777" w:rsidR="00EB376D" w:rsidRPr="00EB376D" w:rsidRDefault="00EB376D" w:rsidP="00EB376D">
      <w:pPr>
        <w:rPr>
          <w:rFonts w:ascii="Calibri" w:eastAsia="Times New Roman" w:hAnsi="Calibri" w:cs="Times New Roman"/>
        </w:rPr>
      </w:pPr>
    </w:p>
    <w:tbl>
      <w:tblPr>
        <w:tblW w:w="95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55"/>
      </w:tblGrid>
      <w:tr w:rsidR="00EB376D" w:rsidRPr="00EB376D" w14:paraId="39217DAC" w14:textId="77777777" w:rsidTr="00EB376D">
        <w:trPr>
          <w:trHeight w:val="1050"/>
        </w:trPr>
        <w:tc>
          <w:tcPr>
            <w:tcW w:w="9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87B315C" w14:textId="77777777" w:rsidR="00EB376D" w:rsidRPr="00EB376D" w:rsidRDefault="00EB376D" w:rsidP="00217F15">
            <w:pPr>
              <w:jc w:val="center"/>
              <w:rPr>
                <w:rFonts w:ascii="Calibri" w:hAnsi="Calibri" w:cs="Times New Roman"/>
              </w:rPr>
            </w:pPr>
            <w:r w:rsidRPr="00EB376D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Claim: </w:t>
            </w:r>
            <w:r w:rsidRPr="00EB376D">
              <w:rPr>
                <w:rFonts w:ascii="Calibri" w:hAnsi="Calibri" w:cs="Arial"/>
                <w:i/>
                <w:iCs/>
                <w:color w:val="000000"/>
                <w:sz w:val="22"/>
                <w:szCs w:val="22"/>
              </w:rPr>
              <w:t>What you are trying to argue</w:t>
            </w:r>
          </w:p>
        </w:tc>
      </w:tr>
    </w:tbl>
    <w:p w14:paraId="54DF14DD" w14:textId="77777777" w:rsidR="00EB376D" w:rsidRPr="00EB376D" w:rsidRDefault="00EB376D" w:rsidP="00EB376D">
      <w:pPr>
        <w:rPr>
          <w:rFonts w:ascii="Calibri" w:eastAsia="Times New Roman" w:hAnsi="Calibri" w:cs="Times New Roman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70"/>
        <w:gridCol w:w="4700"/>
      </w:tblGrid>
      <w:tr w:rsidR="00EB376D" w:rsidRPr="00EB376D" w14:paraId="4D228172" w14:textId="77777777" w:rsidTr="00217F15">
        <w:trPr>
          <w:trHeight w:val="7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D3032E9" w14:textId="77777777" w:rsidR="00EB376D" w:rsidRPr="00EB376D" w:rsidRDefault="00EB376D" w:rsidP="00217F15">
            <w:pPr>
              <w:rPr>
                <w:rFonts w:ascii="Calibri" w:hAnsi="Calibri" w:cs="Times New Roman"/>
              </w:rPr>
            </w:pPr>
            <w:r w:rsidRPr="00EB376D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Evidence: </w:t>
            </w:r>
            <w:r w:rsidRPr="00EB376D">
              <w:rPr>
                <w:rFonts w:ascii="Calibri" w:hAnsi="Calibri" w:cs="Arial"/>
                <w:i/>
                <w:iCs/>
                <w:color w:val="000000"/>
                <w:sz w:val="22"/>
                <w:szCs w:val="22"/>
              </w:rPr>
              <w:t>Quote or specific example that supports your claim.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D1DD935" w14:textId="77777777" w:rsidR="00EB376D" w:rsidRPr="00EB376D" w:rsidRDefault="00EB376D" w:rsidP="00217F15">
            <w:pPr>
              <w:rPr>
                <w:rFonts w:ascii="Calibri" w:hAnsi="Calibri" w:cs="Times New Roman"/>
              </w:rPr>
            </w:pPr>
            <w:r w:rsidRPr="00EB376D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Reasoning: </w:t>
            </w:r>
            <w:r w:rsidRPr="00EB376D">
              <w:rPr>
                <w:rFonts w:ascii="Calibri" w:hAnsi="Calibri" w:cs="Arial"/>
                <w:i/>
                <w:iCs/>
                <w:color w:val="000000"/>
                <w:sz w:val="22"/>
                <w:szCs w:val="22"/>
              </w:rPr>
              <w:t>Explain how your evidence supports your claim.</w:t>
            </w:r>
          </w:p>
        </w:tc>
      </w:tr>
      <w:tr w:rsidR="00EB376D" w:rsidRPr="00EB376D" w14:paraId="33C8F923" w14:textId="77777777" w:rsidTr="00217F15">
        <w:trPr>
          <w:trHeight w:val="21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FCCDF49" w14:textId="77777777" w:rsidR="00EB376D" w:rsidRPr="00EB376D" w:rsidRDefault="00EB376D" w:rsidP="00217F15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19ECA70" w14:textId="77777777" w:rsidR="00EB376D" w:rsidRPr="00EB376D" w:rsidRDefault="00EB376D" w:rsidP="00217F15">
            <w:pPr>
              <w:rPr>
                <w:rFonts w:ascii="Calibri" w:eastAsia="Times New Roman" w:hAnsi="Calibri" w:cs="Times New Roman"/>
              </w:rPr>
            </w:pPr>
          </w:p>
        </w:tc>
      </w:tr>
    </w:tbl>
    <w:p w14:paraId="400A945F" w14:textId="77777777" w:rsidR="00EB376D" w:rsidRPr="00EB376D" w:rsidRDefault="00EB376D" w:rsidP="00EB376D">
      <w:pPr>
        <w:spacing w:after="240"/>
        <w:rPr>
          <w:rFonts w:ascii="Calibri" w:eastAsia="Times New Roman" w:hAnsi="Calibri" w:cs="Times New Roman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70"/>
        <w:gridCol w:w="4700"/>
      </w:tblGrid>
      <w:tr w:rsidR="00EB376D" w:rsidRPr="00EB376D" w14:paraId="552371D3" w14:textId="77777777" w:rsidTr="00217F15">
        <w:trPr>
          <w:trHeight w:val="7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0EAE67D" w14:textId="77777777" w:rsidR="00EB376D" w:rsidRPr="00EB376D" w:rsidRDefault="00EB376D" w:rsidP="00217F15">
            <w:pPr>
              <w:rPr>
                <w:rFonts w:ascii="Calibri" w:hAnsi="Calibri" w:cs="Times New Roman"/>
              </w:rPr>
            </w:pPr>
            <w:r w:rsidRPr="00EB376D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Evidence: </w:t>
            </w:r>
            <w:r w:rsidRPr="00EB376D">
              <w:rPr>
                <w:rFonts w:ascii="Calibri" w:hAnsi="Calibri" w:cs="Arial"/>
                <w:i/>
                <w:iCs/>
                <w:color w:val="000000"/>
                <w:sz w:val="22"/>
                <w:szCs w:val="22"/>
              </w:rPr>
              <w:t>Quote or specific example that supports your claim.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E992B6A" w14:textId="77777777" w:rsidR="00EB376D" w:rsidRPr="00EB376D" w:rsidRDefault="00EB376D" w:rsidP="00217F15">
            <w:pPr>
              <w:rPr>
                <w:rFonts w:ascii="Calibri" w:hAnsi="Calibri" w:cs="Times New Roman"/>
              </w:rPr>
            </w:pPr>
            <w:r w:rsidRPr="00EB376D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Reasoning: </w:t>
            </w:r>
            <w:r w:rsidRPr="00EB376D">
              <w:rPr>
                <w:rFonts w:ascii="Calibri" w:hAnsi="Calibri" w:cs="Arial"/>
                <w:i/>
                <w:iCs/>
                <w:color w:val="000000"/>
                <w:sz w:val="22"/>
                <w:szCs w:val="22"/>
              </w:rPr>
              <w:t>Explain how your evidence supports your claim.</w:t>
            </w:r>
          </w:p>
        </w:tc>
      </w:tr>
      <w:tr w:rsidR="00EB376D" w:rsidRPr="00EB376D" w14:paraId="614AF30F" w14:textId="77777777" w:rsidTr="00217F15">
        <w:trPr>
          <w:trHeight w:val="20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BD29048" w14:textId="77777777" w:rsidR="00EB376D" w:rsidRPr="00EB376D" w:rsidRDefault="00EB376D" w:rsidP="00217F15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7F5F1D2" w14:textId="77777777" w:rsidR="00EB376D" w:rsidRPr="00EB376D" w:rsidRDefault="00EB376D" w:rsidP="00217F15">
            <w:pPr>
              <w:rPr>
                <w:rFonts w:ascii="Calibri" w:eastAsia="Times New Roman" w:hAnsi="Calibri" w:cs="Times New Roman"/>
              </w:rPr>
            </w:pPr>
          </w:p>
        </w:tc>
      </w:tr>
    </w:tbl>
    <w:p w14:paraId="135B6443" w14:textId="77777777" w:rsidR="00EB376D" w:rsidRPr="00EB376D" w:rsidRDefault="00EB376D" w:rsidP="00EB376D">
      <w:pPr>
        <w:spacing w:after="240"/>
        <w:rPr>
          <w:rFonts w:ascii="Calibri" w:eastAsia="Times New Roman" w:hAnsi="Calibri" w:cs="Times New Roman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70"/>
        <w:gridCol w:w="4700"/>
      </w:tblGrid>
      <w:tr w:rsidR="00EB376D" w:rsidRPr="00EB376D" w14:paraId="1DFA87CB" w14:textId="77777777" w:rsidTr="00217F15">
        <w:trPr>
          <w:trHeight w:val="7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42221B4" w14:textId="77777777" w:rsidR="00EB376D" w:rsidRPr="00EB376D" w:rsidRDefault="00EB376D" w:rsidP="00217F15">
            <w:pPr>
              <w:rPr>
                <w:rFonts w:ascii="Calibri" w:hAnsi="Calibri" w:cs="Times New Roman"/>
              </w:rPr>
            </w:pPr>
            <w:r w:rsidRPr="00EB376D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Evidence: </w:t>
            </w:r>
            <w:r w:rsidRPr="00EB376D">
              <w:rPr>
                <w:rFonts w:ascii="Calibri" w:hAnsi="Calibri" w:cs="Arial"/>
                <w:i/>
                <w:iCs/>
                <w:color w:val="000000"/>
                <w:sz w:val="22"/>
                <w:szCs w:val="22"/>
              </w:rPr>
              <w:t>Quote or specific example that supports your claim.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C73B52F" w14:textId="77777777" w:rsidR="00EB376D" w:rsidRPr="00EB376D" w:rsidRDefault="00EB376D" w:rsidP="00217F15">
            <w:pPr>
              <w:rPr>
                <w:rFonts w:ascii="Calibri" w:hAnsi="Calibri" w:cs="Times New Roman"/>
              </w:rPr>
            </w:pPr>
            <w:r w:rsidRPr="00EB376D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Reasoning: </w:t>
            </w:r>
            <w:r w:rsidRPr="00EB376D">
              <w:rPr>
                <w:rFonts w:ascii="Calibri" w:hAnsi="Calibri" w:cs="Arial"/>
                <w:i/>
                <w:iCs/>
                <w:color w:val="000000"/>
                <w:sz w:val="22"/>
                <w:szCs w:val="22"/>
              </w:rPr>
              <w:t>Explain how your evidence supports your claim.</w:t>
            </w:r>
          </w:p>
        </w:tc>
      </w:tr>
      <w:tr w:rsidR="00EB376D" w:rsidRPr="00EB376D" w14:paraId="47B957A9" w14:textId="77777777" w:rsidTr="00217F15">
        <w:trPr>
          <w:trHeight w:val="21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F3847AC" w14:textId="77777777" w:rsidR="00EB376D" w:rsidRPr="00EB376D" w:rsidRDefault="00EB376D" w:rsidP="00217F15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D224B8E" w14:textId="77777777" w:rsidR="00EB376D" w:rsidRPr="00EB376D" w:rsidRDefault="00EB376D" w:rsidP="00217F15">
            <w:pPr>
              <w:rPr>
                <w:rFonts w:ascii="Calibri" w:eastAsia="Times New Roman" w:hAnsi="Calibri" w:cs="Times New Roman"/>
              </w:rPr>
            </w:pPr>
          </w:p>
        </w:tc>
      </w:tr>
    </w:tbl>
    <w:p w14:paraId="5B287A17" w14:textId="77777777" w:rsidR="00EB376D" w:rsidRPr="00EB376D" w:rsidRDefault="00EB376D" w:rsidP="00EB376D">
      <w:pPr>
        <w:rPr>
          <w:rFonts w:ascii="Calibri" w:hAnsi="Calibri"/>
        </w:rPr>
      </w:pPr>
    </w:p>
    <w:sectPr w:rsidR="00EB376D" w:rsidRPr="00EB376D" w:rsidSect="001F6944">
      <w:pgSz w:w="12240" w:h="15840"/>
      <w:pgMar w:top="72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6653F"/>
    <w:multiLevelType w:val="hybridMultilevel"/>
    <w:tmpl w:val="EFF8BB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637D0"/>
    <w:multiLevelType w:val="hybridMultilevel"/>
    <w:tmpl w:val="A476E9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70263"/>
    <w:multiLevelType w:val="hybridMultilevel"/>
    <w:tmpl w:val="74205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DDD"/>
    <w:rsid w:val="00016954"/>
    <w:rsid w:val="001B7771"/>
    <w:rsid w:val="001F6944"/>
    <w:rsid w:val="001F73FD"/>
    <w:rsid w:val="006D4284"/>
    <w:rsid w:val="007C401A"/>
    <w:rsid w:val="00A22DDD"/>
    <w:rsid w:val="00C255E3"/>
    <w:rsid w:val="00E572D9"/>
    <w:rsid w:val="00EB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5B509F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2DD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DD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A22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2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achel:Library:Application%20Support:Microsoft:Office:User%20Templates:My%20Templates:Teacher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HD:Users:Rachel:Library:Application Support:Microsoft:Office:User Templates:My Templates:Teacher Doc.dotx</Template>
  <TotalTime>4</TotalTime>
  <Pages>3</Pages>
  <Words>230</Words>
  <Characters>1315</Characters>
  <Application>Microsoft Macintosh Word</Application>
  <DocSecurity>0</DocSecurity>
  <Lines>10</Lines>
  <Paragraphs>3</Paragraphs>
  <ScaleCrop>false</ScaleCrop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Eggleston</dc:creator>
  <cp:keywords/>
  <dc:description/>
  <cp:lastModifiedBy>Rachel Eggleston</cp:lastModifiedBy>
  <cp:revision>2</cp:revision>
  <dcterms:created xsi:type="dcterms:W3CDTF">2016-10-31T11:38:00Z</dcterms:created>
  <dcterms:modified xsi:type="dcterms:W3CDTF">2016-10-31T11:38:00Z</dcterms:modified>
</cp:coreProperties>
</file>